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77A24" w14:textId="77777777" w:rsidR="00404DD6" w:rsidRDefault="00404DD6">
      <w:pPr>
        <w:framePr w:h="0" w:hSpace="180" w:wrap="around" w:vAnchor="text" w:hAnchor="page" w:x="1153" w:y="-2"/>
      </w:pPr>
    </w:p>
    <w:p w14:paraId="28A59783" w14:textId="77777777" w:rsidR="00875CD2" w:rsidRPr="00986BA5" w:rsidRDefault="00290136" w:rsidP="00875CD2">
      <w:pPr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3E64B3" wp14:editId="2AA9F2DB">
                <wp:simplePos x="0" y="0"/>
                <wp:positionH relativeFrom="column">
                  <wp:posOffset>971550</wp:posOffset>
                </wp:positionH>
                <wp:positionV relativeFrom="paragraph">
                  <wp:posOffset>-30480</wp:posOffset>
                </wp:positionV>
                <wp:extent cx="4330065" cy="771525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3006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B4C65" w14:textId="77777777" w:rsidR="00667C94" w:rsidRPr="002C73F7" w:rsidRDefault="00667C94" w:rsidP="00875CD2">
                            <w:pPr>
                              <w:jc w:val="center"/>
                              <w:rPr>
                                <w:rFonts w:ascii="Old English Text MT" w:hAnsi="Old English Text MT"/>
                                <w:sz w:val="40"/>
                                <w:szCs w:val="40"/>
                              </w:rPr>
                            </w:pPr>
                            <w:r w:rsidRPr="002C73F7">
                              <w:rPr>
                                <w:rFonts w:ascii="Old English Text MT" w:hAnsi="Old English Text MT"/>
                                <w:sz w:val="40"/>
                                <w:szCs w:val="40"/>
                              </w:rPr>
                              <w:t>Commonwealth Healthcare Corporation</w:t>
                            </w:r>
                          </w:p>
                          <w:p w14:paraId="683E9C20" w14:textId="77777777" w:rsidR="00667C94" w:rsidRPr="002C73F7" w:rsidRDefault="00667C94" w:rsidP="00875C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C73F7">
                              <w:rPr>
                                <w:sz w:val="28"/>
                                <w:szCs w:val="28"/>
                              </w:rPr>
                              <w:t>Commonwealth of the Northern Mariana Islands</w:t>
                            </w:r>
                          </w:p>
                          <w:p w14:paraId="44F864DF" w14:textId="77777777" w:rsidR="00667C94" w:rsidRPr="00C92532" w:rsidRDefault="00667C94" w:rsidP="00875CD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92532">
                              <w:rPr>
                                <w:sz w:val="22"/>
                                <w:szCs w:val="22"/>
                              </w:rPr>
                              <w:t>1 Lower Navy Hill Road Navy Hill, Saipan, MP 96950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76.5pt;margin-top:-2.4pt;width:340.95pt;height:6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" stroked="f">
                <v:path arrowok="t"/>
                <v:textbox>
                  <w:txbxContent>
                    <w:p w:rsidR="00667C94" w:rsidRPr="002C73F7" w:rsidRDefault="00667C94" w:rsidP="00875CD2">
                      <w:pPr>
                        <w:jc w:val="center"/>
                        <w:rPr>
                          <w:rFonts w:ascii="Old English Text MT" w:hAnsi="Old English Text MT"/>
                          <w:sz w:val="40"/>
                          <w:szCs w:val="40"/>
                        </w:rPr>
                      </w:pPr>
                      <w:r w:rsidRPr="002C73F7">
                        <w:rPr>
                          <w:rFonts w:ascii="Old English Text MT" w:hAnsi="Old English Text MT"/>
                          <w:sz w:val="40"/>
                          <w:szCs w:val="40"/>
                        </w:rPr>
                        <w:t>Commonwealth Healthcare Corporation</w:t>
                      </w:r>
                    </w:p>
                    <w:p w:rsidR="00667C94" w:rsidRPr="002C73F7" w:rsidRDefault="00667C94" w:rsidP="00875CD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C73F7">
                        <w:rPr>
                          <w:sz w:val="28"/>
                          <w:szCs w:val="28"/>
                        </w:rPr>
                        <w:t>Commonwealth of the Northern Mariana Islands</w:t>
                      </w:r>
                    </w:p>
                    <w:p w:rsidR="00667C94" w:rsidRPr="00C92532" w:rsidRDefault="00667C94" w:rsidP="00875CD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92532">
                        <w:rPr>
                          <w:sz w:val="22"/>
                          <w:szCs w:val="22"/>
                        </w:rPr>
                        <w:t>1 Lower Navy Hill Road Navy Hill, Saipan, MP 96950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54D68E81" wp14:editId="4625C7A0">
            <wp:simplePos x="0" y="0"/>
            <wp:positionH relativeFrom="column">
              <wp:posOffset>5297805</wp:posOffset>
            </wp:positionH>
            <wp:positionV relativeFrom="paragraph">
              <wp:posOffset>27940</wp:posOffset>
            </wp:positionV>
            <wp:extent cx="908685" cy="921385"/>
            <wp:effectExtent l="0" t="0" r="0" b="0"/>
            <wp:wrapNone/>
            <wp:docPr id="6" name="Picture 8" descr="CHC NEW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HC NEW LOGO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092D">
        <w:rPr>
          <w:noProof/>
        </w:rPr>
        <w:drawing>
          <wp:inline distT="0" distB="0" distL="0" distR="0" wp14:anchorId="32681A05" wp14:editId="5EBB03F0">
            <wp:extent cx="914400" cy="939800"/>
            <wp:effectExtent l="0" t="0" r="0" b="0"/>
            <wp:docPr id="1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24DA9" w14:textId="77777777" w:rsidR="00404DD6" w:rsidRDefault="00404DD6" w:rsidP="0067577E">
      <w:pPr>
        <w:pStyle w:val="Heading2"/>
        <w:jc w:val="left"/>
      </w:pPr>
    </w:p>
    <w:p w14:paraId="1A5A3AC4" w14:textId="77777777" w:rsidR="00404DD6" w:rsidRDefault="00404DD6"/>
    <w:p w14:paraId="128D3A1D" w14:textId="77777777" w:rsidR="00404DD6" w:rsidRPr="0067577E" w:rsidRDefault="0067577E">
      <w:pPr>
        <w:pStyle w:val="Minute"/>
        <w:jc w:val="center"/>
        <w:rPr>
          <w:rFonts w:ascii="Arial" w:hAnsi="Arial"/>
          <w:b/>
          <w:sz w:val="28"/>
          <w:szCs w:val="28"/>
        </w:rPr>
      </w:pPr>
      <w:r w:rsidRPr="0067577E">
        <w:rPr>
          <w:rFonts w:ascii="Arial" w:hAnsi="Arial"/>
          <w:b/>
          <w:sz w:val="28"/>
          <w:szCs w:val="28"/>
        </w:rPr>
        <w:t>VERIFICATION OF HOSPITAL PRIVILEGES</w:t>
      </w:r>
    </w:p>
    <w:p w14:paraId="4EFB13E5" w14:textId="77777777" w:rsidR="00404DD6" w:rsidRDefault="00404DD6">
      <w:pPr>
        <w:pStyle w:val="Minute"/>
        <w:jc w:val="both"/>
        <w:rPr>
          <w:rFonts w:ascii="Arial" w:hAnsi="Arial"/>
          <w:sz w:val="24"/>
          <w:szCs w:val="24"/>
        </w:rPr>
      </w:pPr>
    </w:p>
    <w:p w14:paraId="11371C39" w14:textId="77777777" w:rsidR="0067577E" w:rsidRPr="0016361A" w:rsidRDefault="0067577E" w:rsidP="0067577E">
      <w:pPr>
        <w:pStyle w:val="Minute"/>
        <w:jc w:val="center"/>
        <w:rPr>
          <w:rFonts w:ascii="Arial" w:hAnsi="Arial"/>
          <w:b/>
        </w:rPr>
      </w:pPr>
      <w:r w:rsidRPr="0016361A">
        <w:rPr>
          <w:rFonts w:ascii="Arial" w:hAnsi="Arial"/>
          <w:b/>
        </w:rPr>
        <w:t>PLEASE COMPLETE THE FOLLOWING FORM AND FORWARD TO YOUR PRIMARY HOSPITAL</w:t>
      </w:r>
    </w:p>
    <w:p w14:paraId="0A427CFE" w14:textId="77777777" w:rsidR="0067577E" w:rsidRDefault="0067577E" w:rsidP="0067577E">
      <w:pPr>
        <w:pStyle w:val="Minute"/>
        <w:jc w:val="center"/>
        <w:rPr>
          <w:rFonts w:ascii="Arial" w:hAnsi="Arial"/>
        </w:rPr>
      </w:pPr>
    </w:p>
    <w:p w14:paraId="33C1DE49" w14:textId="77777777" w:rsidR="0067577E" w:rsidRDefault="0067577E" w:rsidP="0067577E">
      <w:pPr>
        <w:pStyle w:val="Minute"/>
        <w:jc w:val="left"/>
        <w:rPr>
          <w:rFonts w:ascii="Arial" w:hAnsi="Arial"/>
        </w:rPr>
      </w:pPr>
      <w:r>
        <w:rPr>
          <w:rFonts w:ascii="Arial" w:hAnsi="Arial"/>
        </w:rPr>
        <w:t xml:space="preserve">I hereby grant permission and consent to the release by any person, </w:t>
      </w:r>
      <w:r w:rsidR="00270B11">
        <w:rPr>
          <w:rFonts w:ascii="Arial" w:hAnsi="Arial"/>
        </w:rPr>
        <w:t>organization</w:t>
      </w:r>
      <w:r>
        <w:rPr>
          <w:rFonts w:ascii="Arial" w:hAnsi="Arial"/>
        </w:rPr>
        <w:t xml:space="preserve">, or other entity to the Commonwealth Healthcare Corporation and/or its designee, of all information that may be reasonably relevant to an evaluation of my professional competence, ability to render clinical services in a cost-effective manner, character and moral and ethical qualifications and agree to hold harmless any such person or </w:t>
      </w:r>
      <w:r w:rsidR="0047718E">
        <w:rPr>
          <w:rFonts w:ascii="Arial" w:hAnsi="Arial"/>
        </w:rPr>
        <w:t>organi</w:t>
      </w:r>
      <w:r w:rsidR="00270B11">
        <w:rPr>
          <w:rFonts w:ascii="Arial" w:hAnsi="Arial"/>
        </w:rPr>
        <w:t>z</w:t>
      </w:r>
      <w:r w:rsidR="0047718E">
        <w:rPr>
          <w:rFonts w:ascii="Arial" w:hAnsi="Arial"/>
        </w:rPr>
        <w:t>ation</w:t>
      </w:r>
      <w:r>
        <w:rPr>
          <w:rFonts w:ascii="Arial" w:hAnsi="Arial"/>
        </w:rPr>
        <w:t xml:space="preserve"> or other entity from any cause of action based on the release of such information to the Commonwealth Healthcare Corporation and/or designee.  I understand that participation as provider for the </w:t>
      </w:r>
      <w:r w:rsidR="00B4682C">
        <w:rPr>
          <w:rFonts w:ascii="Arial" w:hAnsi="Arial"/>
        </w:rPr>
        <w:t>Corporation</w:t>
      </w:r>
      <w:r>
        <w:rPr>
          <w:rFonts w:ascii="Arial" w:hAnsi="Arial"/>
        </w:rPr>
        <w:t xml:space="preserve"> is dependent upon review of this application and completion of the credentialing process.</w:t>
      </w:r>
    </w:p>
    <w:p w14:paraId="2F797155" w14:textId="77777777" w:rsidR="00B4682C" w:rsidRDefault="00B4682C" w:rsidP="0067577E">
      <w:pPr>
        <w:pStyle w:val="Minute"/>
        <w:jc w:val="left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673"/>
      </w:tblGrid>
      <w:tr w:rsidR="00B4682C" w:rsidRPr="001715C6" w14:paraId="6708CFD4" w14:textId="77777777" w:rsidTr="001715C6">
        <w:tc>
          <w:tcPr>
            <w:tcW w:w="4788" w:type="dxa"/>
            <w:shd w:val="clear" w:color="auto" w:fill="auto"/>
          </w:tcPr>
          <w:p w14:paraId="60FDA969" w14:textId="77777777" w:rsidR="00B4682C" w:rsidRPr="001715C6" w:rsidRDefault="00B4682C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Provider Signature</w:t>
            </w:r>
          </w:p>
          <w:p w14:paraId="7E5911AF" w14:textId="77777777" w:rsidR="00B4682C" w:rsidRPr="001715C6" w:rsidRDefault="00B4682C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3A086009" w14:textId="77777777" w:rsidR="00B4682C" w:rsidRPr="001715C6" w:rsidRDefault="00B4682C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788" w:type="dxa"/>
            <w:shd w:val="clear" w:color="auto" w:fill="auto"/>
          </w:tcPr>
          <w:p w14:paraId="6E58FDAD" w14:textId="77777777" w:rsidR="00B4682C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State License Number</w:t>
            </w:r>
          </w:p>
        </w:tc>
      </w:tr>
      <w:tr w:rsidR="008502F0" w:rsidRPr="001715C6" w14:paraId="26A476C3" w14:textId="77777777" w:rsidTr="001715C6">
        <w:trPr>
          <w:trHeight w:val="530"/>
        </w:trPr>
        <w:tc>
          <w:tcPr>
            <w:tcW w:w="9576" w:type="dxa"/>
            <w:gridSpan w:val="2"/>
            <w:shd w:val="clear" w:color="auto" w:fill="auto"/>
          </w:tcPr>
          <w:p w14:paraId="5819ED21" w14:textId="77777777" w:rsidR="008502F0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Print Name</w:t>
            </w:r>
          </w:p>
          <w:p w14:paraId="75AAE127" w14:textId="77777777" w:rsidR="008502F0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378C9106" w14:textId="77777777" w:rsidR="008502F0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 w:rsidR="00B4682C" w:rsidRPr="001715C6" w14:paraId="05F893F0" w14:textId="77777777" w:rsidTr="001715C6">
        <w:tc>
          <w:tcPr>
            <w:tcW w:w="4788" w:type="dxa"/>
            <w:shd w:val="clear" w:color="auto" w:fill="auto"/>
          </w:tcPr>
          <w:p w14:paraId="0E6CD9AE" w14:textId="77777777" w:rsidR="00B4682C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Specialty</w:t>
            </w:r>
          </w:p>
        </w:tc>
        <w:tc>
          <w:tcPr>
            <w:tcW w:w="4788" w:type="dxa"/>
            <w:shd w:val="clear" w:color="auto" w:fill="auto"/>
          </w:tcPr>
          <w:p w14:paraId="00E79C97" w14:textId="77777777" w:rsidR="00B4682C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Name of Group (if any)</w:t>
            </w:r>
          </w:p>
          <w:p w14:paraId="506EFF0F" w14:textId="77777777" w:rsidR="008502F0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4D3BB0C0" w14:textId="77777777" w:rsidR="008502F0" w:rsidRPr="001715C6" w:rsidRDefault="008502F0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C501E07" w14:textId="77777777" w:rsidR="008502F0" w:rsidRDefault="008502F0" w:rsidP="008502F0">
      <w:pPr>
        <w:pStyle w:val="Minute"/>
        <w:jc w:val="center"/>
        <w:rPr>
          <w:rFonts w:ascii="Arial" w:hAnsi="Arial"/>
        </w:rPr>
      </w:pPr>
    </w:p>
    <w:p w14:paraId="189CC318" w14:textId="77777777" w:rsidR="008502F0" w:rsidRDefault="008502F0" w:rsidP="008502F0">
      <w:pPr>
        <w:pStyle w:val="Minute"/>
        <w:jc w:val="center"/>
        <w:rPr>
          <w:rFonts w:ascii="Arial" w:hAnsi="Arial"/>
        </w:rPr>
      </w:pPr>
      <w:r>
        <w:rPr>
          <w:rFonts w:ascii="Arial" w:hAnsi="Arial"/>
        </w:rPr>
        <w:t>INFORMATION BELOW MUST BE COMPLETED BY THE APPROPRIATE HOSPITAL STAFF</w:t>
      </w:r>
    </w:p>
    <w:p w14:paraId="50F52D4F" w14:textId="77777777" w:rsidR="008502F0" w:rsidRDefault="008502F0" w:rsidP="008502F0">
      <w:pPr>
        <w:pStyle w:val="Minute"/>
        <w:jc w:val="center"/>
        <w:rPr>
          <w:rFonts w:ascii="Arial" w:hAnsi="Arial"/>
        </w:rPr>
      </w:pPr>
    </w:p>
    <w:p w14:paraId="68D81560" w14:textId="77777777" w:rsidR="008502F0" w:rsidRDefault="008502F0" w:rsidP="008502F0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</w:rPr>
        <w:t>DATE(s) OF APPOINTMENT:  _____________________________________</w:t>
      </w:r>
    </w:p>
    <w:p w14:paraId="44B8F05F" w14:textId="77777777" w:rsidR="008502F0" w:rsidRDefault="00290136" w:rsidP="008502F0">
      <w:pPr>
        <w:pStyle w:val="Minute"/>
        <w:ind w:left="360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92EB06" wp14:editId="6A4F210A">
                <wp:simplePos x="0" y="0"/>
                <wp:positionH relativeFrom="column">
                  <wp:posOffset>4819650</wp:posOffset>
                </wp:positionH>
                <wp:positionV relativeFrom="paragraph">
                  <wp:posOffset>149860</wp:posOffset>
                </wp:positionV>
                <wp:extent cx="152400" cy="152400"/>
                <wp:effectExtent l="0" t="0" r="0" b="0"/>
                <wp:wrapNone/>
                <wp:docPr id="5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C6BD97" id="AutoShape 5" o:spid="_x0000_s1026" style="position:absolute;margin-left:379.5pt;margin-top:11.8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">
                <v:path arrowok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B370FE" wp14:editId="1702C3DA">
                <wp:simplePos x="0" y="0"/>
                <wp:positionH relativeFrom="column">
                  <wp:posOffset>4114800</wp:posOffset>
                </wp:positionH>
                <wp:positionV relativeFrom="paragraph">
                  <wp:posOffset>149860</wp:posOffset>
                </wp:positionV>
                <wp:extent cx="152400" cy="152400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7F4D2B" id="AutoShape 4" o:spid="_x0000_s1026" style="position:absolute;margin-left:324pt;margin-top:11.8pt;width:12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">
                <v:path arrowok="t"/>
              </v:roundrect>
            </w:pict>
          </mc:Fallback>
        </mc:AlternateContent>
      </w:r>
    </w:p>
    <w:p w14:paraId="05EA46F4" w14:textId="77777777" w:rsidR="008502F0" w:rsidRDefault="008502F0" w:rsidP="008502F0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</w:rPr>
        <w:t>CLINICAL PRIVILEGES IN GOOD STANDING?                                        YES               NO</w:t>
      </w:r>
    </w:p>
    <w:p w14:paraId="07B0BB56" w14:textId="77777777" w:rsidR="008502F0" w:rsidRDefault="00290136" w:rsidP="008502F0">
      <w:pPr>
        <w:pStyle w:val="Minute"/>
        <w:ind w:left="360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0342C" wp14:editId="4E7E5BBE">
                <wp:simplePos x="0" y="0"/>
                <wp:positionH relativeFrom="column">
                  <wp:posOffset>4114800</wp:posOffset>
                </wp:positionH>
                <wp:positionV relativeFrom="paragraph">
                  <wp:posOffset>131445</wp:posOffset>
                </wp:positionV>
                <wp:extent cx="152400" cy="152400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A9B6B8" id="AutoShape 6" o:spid="_x0000_s1026" style="position:absolute;margin-left:324pt;margin-top:10.3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">
                <v:path arrowok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2671B" wp14:editId="6B8A63E7">
                <wp:simplePos x="0" y="0"/>
                <wp:positionH relativeFrom="column">
                  <wp:posOffset>4810125</wp:posOffset>
                </wp:positionH>
                <wp:positionV relativeFrom="paragraph">
                  <wp:posOffset>140970</wp:posOffset>
                </wp:positionV>
                <wp:extent cx="152400" cy="15240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0DAEBC" id="AutoShape 7" o:spid="_x0000_s1026" style="position:absolute;margin-left:378.75pt;margin-top:11.1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">
                <v:path arrowok="t"/>
              </v:roundrect>
            </w:pict>
          </mc:Fallback>
        </mc:AlternateContent>
      </w:r>
    </w:p>
    <w:p w14:paraId="220F8AAA" w14:textId="77777777" w:rsidR="008502F0" w:rsidRDefault="008502F0" w:rsidP="008502F0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</w:rPr>
        <w:t>DOES THIS PRACTITIONER HAVE ADMITTING PRIVILEGES?              YES               NO</w:t>
      </w:r>
    </w:p>
    <w:p w14:paraId="49476CFB" w14:textId="77777777" w:rsidR="008502F0" w:rsidRDefault="008502F0" w:rsidP="008502F0">
      <w:pPr>
        <w:pStyle w:val="Minute"/>
        <w:ind w:left="360"/>
        <w:jc w:val="left"/>
        <w:rPr>
          <w:rFonts w:ascii="Arial" w:hAnsi="Arial"/>
        </w:rPr>
      </w:pPr>
    </w:p>
    <w:p w14:paraId="542CAF20" w14:textId="1B52553E" w:rsidR="00453EF1" w:rsidRDefault="00264C2A" w:rsidP="00453EF1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</w:rPr>
        <w:t>WERE (ARE) THERE ANY CONCERNS REGARDING</w:t>
      </w:r>
      <w:r w:rsidR="004701E5">
        <w:rPr>
          <w:rFonts w:ascii="Arial" w:hAnsi="Arial"/>
        </w:rPr>
        <w:t>:</w:t>
      </w:r>
      <w:r w:rsidR="007B3E7E" w:rsidRPr="007B3E7E">
        <w:rPr>
          <w:rFonts w:ascii="Arial" w:hAnsi="Arial"/>
        </w:rPr>
        <w:t xml:space="preserve"> </w:t>
      </w:r>
    </w:p>
    <w:p w14:paraId="51474593" w14:textId="7973F0DB" w:rsidR="007B3E7E" w:rsidRPr="00453EF1" w:rsidRDefault="00264C2A" w:rsidP="00453EF1">
      <w:pPr>
        <w:pStyle w:val="Minute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828A1" wp14:editId="7E94F491">
                <wp:simplePos x="0" y="0"/>
                <wp:positionH relativeFrom="column">
                  <wp:posOffset>4600575</wp:posOffset>
                </wp:positionH>
                <wp:positionV relativeFrom="paragraph">
                  <wp:posOffset>123825</wp:posOffset>
                </wp:positionV>
                <wp:extent cx="152400" cy="152400"/>
                <wp:effectExtent l="0" t="0" r="0" b="0"/>
                <wp:wrapNone/>
                <wp:docPr id="8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78CA14" id="AutoShape 4" o:spid="_x0000_s1026" style="position:absolute;margin-left:362.25pt;margin-top:9.75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">
                <v:path arrowok="t"/>
                <o:lock v:ext="edit" aspectratio="t"/>
              </v:roundrect>
            </w:pict>
          </mc:Fallback>
        </mc:AlternateContent>
      </w:r>
      <w:r w:rsidR="007B3E7E" w:rsidRPr="00453EF1">
        <w:rPr>
          <w:rFonts w:ascii="Arial" w:hAnsi="Arial"/>
        </w:rPr>
        <w:t xml:space="preserve"> </w:t>
      </w:r>
    </w:p>
    <w:p w14:paraId="36450845" w14:textId="6E958749" w:rsidR="007B3E7E" w:rsidRPr="007B3E7E" w:rsidRDefault="00264C2A" w:rsidP="004701E5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D0A977" wp14:editId="182CBD2D">
                <wp:simplePos x="0" y="0"/>
                <wp:positionH relativeFrom="column">
                  <wp:posOffset>5343525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0" b="0"/>
                <wp:wrapNone/>
                <wp:docPr id="9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7D6DA2" id="AutoShape 4" o:spid="_x0000_s1026" style="position:absolute;margin-left:420.75pt;margin-top:.5pt;width:12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">
                <v:path arrowok="t"/>
                <o:lock v:ext="edit" aspectratio="t"/>
              </v:roundrect>
            </w:pict>
          </mc:Fallback>
        </mc:AlternateContent>
      </w:r>
      <w:r w:rsidR="007B3E7E" w:rsidRPr="007B3E7E">
        <w:rPr>
          <w:rFonts w:ascii="Arial" w:hAnsi="Arial"/>
        </w:rPr>
        <w:t xml:space="preserve">A. </w:t>
      </w:r>
      <w:r>
        <w:rPr>
          <w:rFonts w:ascii="Arial" w:hAnsi="Arial"/>
        </w:rPr>
        <w:t>CLINICAL/TECHNICAL SKILLS</w:t>
      </w:r>
      <w:r w:rsidR="00DB753E">
        <w:rPr>
          <w:rFonts w:ascii="Arial" w:hAnsi="Arial"/>
        </w:rPr>
        <w:t xml:space="preserve">.                                         </w:t>
      </w:r>
      <w:r w:rsidR="00DB753E">
        <w:rPr>
          <w:rFonts w:ascii="Arial" w:hAnsi="Arial"/>
        </w:rPr>
        <w:tab/>
      </w:r>
      <w:r>
        <w:rPr>
          <w:rFonts w:ascii="Arial" w:hAnsi="Arial"/>
        </w:rPr>
        <w:t xml:space="preserve">       </w:t>
      </w:r>
      <w:r w:rsidR="00DB753E">
        <w:rPr>
          <w:rFonts w:ascii="Arial" w:hAnsi="Arial"/>
        </w:rPr>
        <w:t>Y</w:t>
      </w:r>
      <w:r>
        <w:rPr>
          <w:rFonts w:ascii="Arial" w:hAnsi="Arial"/>
        </w:rPr>
        <w:t xml:space="preserve">ES               </w:t>
      </w:r>
      <w:r w:rsidR="00DB753E">
        <w:rPr>
          <w:rFonts w:ascii="Arial" w:hAnsi="Arial"/>
        </w:rPr>
        <w:t>N</w:t>
      </w:r>
      <w:r>
        <w:rPr>
          <w:rFonts w:ascii="Arial" w:hAnsi="Arial"/>
        </w:rPr>
        <w:t>O</w:t>
      </w:r>
      <w:r w:rsidR="007B3E7E" w:rsidRPr="007B3E7E">
        <w:rPr>
          <w:rFonts w:ascii="Arial" w:hAnsi="Arial"/>
        </w:rPr>
        <w:t xml:space="preserve"> </w:t>
      </w:r>
      <w:r w:rsidR="00ED3261">
        <w:rPr>
          <w:rFonts w:ascii="Arial" w:hAnsi="Arial"/>
        </w:rPr>
        <w:t xml:space="preserve">                                                   </w:t>
      </w:r>
    </w:p>
    <w:p w14:paraId="115B202D" w14:textId="7B99214C" w:rsidR="004701E5" w:rsidRDefault="00264C2A" w:rsidP="004701E5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BC8840A" wp14:editId="3625B028">
                <wp:simplePos x="0" y="0"/>
                <wp:positionH relativeFrom="column">
                  <wp:posOffset>5353050</wp:posOffset>
                </wp:positionH>
                <wp:positionV relativeFrom="paragraph">
                  <wp:posOffset>139700</wp:posOffset>
                </wp:positionV>
                <wp:extent cx="152400" cy="152400"/>
                <wp:effectExtent l="0" t="0" r="0" b="0"/>
                <wp:wrapNone/>
                <wp:docPr id="18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4A997B" id="AutoShape 4" o:spid="_x0000_s1026" style="position:absolute;margin-left:421.5pt;margin-top:11pt;width:12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DAE5F" wp14:editId="392870EB">
                <wp:simplePos x="0" y="0"/>
                <wp:positionH relativeFrom="column">
                  <wp:posOffset>4610100</wp:posOffset>
                </wp:positionH>
                <wp:positionV relativeFrom="paragraph">
                  <wp:posOffset>127000</wp:posOffset>
                </wp:positionV>
                <wp:extent cx="152400" cy="152400"/>
                <wp:effectExtent l="0" t="0" r="0" b="0"/>
                <wp:wrapNone/>
                <wp:docPr id="10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E00068" id="AutoShape 4" o:spid="_x0000_s1026" style="position:absolute;margin-left:363pt;margin-top:10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">
                <v:path arrowok="t"/>
                <o:lock v:ext="edit" aspectratio="t"/>
              </v:roundrect>
            </w:pict>
          </mc:Fallback>
        </mc:AlternateContent>
      </w:r>
    </w:p>
    <w:p w14:paraId="6FEE2168" w14:textId="4685882F" w:rsidR="007B3E7E" w:rsidRPr="007B3E7E" w:rsidRDefault="007B3E7E" w:rsidP="004701E5">
      <w:pPr>
        <w:pStyle w:val="Minute"/>
        <w:ind w:left="1440"/>
        <w:jc w:val="left"/>
        <w:rPr>
          <w:rFonts w:ascii="Arial" w:hAnsi="Arial"/>
        </w:rPr>
      </w:pPr>
      <w:r w:rsidRPr="007B3E7E">
        <w:rPr>
          <w:rFonts w:ascii="Arial" w:hAnsi="Arial"/>
        </w:rPr>
        <w:t xml:space="preserve">B. </w:t>
      </w:r>
      <w:r w:rsidR="00264C2A">
        <w:rPr>
          <w:rFonts w:ascii="Arial" w:hAnsi="Arial"/>
        </w:rPr>
        <w:t>COMPETENCY TO PERFORM PRIVILEGES REQUESTED.</w:t>
      </w:r>
      <w:r w:rsidR="00DB753E">
        <w:rPr>
          <w:rFonts w:ascii="Arial" w:hAnsi="Arial"/>
        </w:rPr>
        <w:tab/>
      </w:r>
      <w:r w:rsidR="00264C2A">
        <w:rPr>
          <w:rFonts w:ascii="Arial" w:hAnsi="Arial"/>
        </w:rPr>
        <w:t xml:space="preserve">       </w:t>
      </w:r>
      <w:r w:rsidR="00DB753E">
        <w:rPr>
          <w:rFonts w:ascii="Arial" w:hAnsi="Arial"/>
        </w:rPr>
        <w:t>Y</w:t>
      </w:r>
      <w:r w:rsidR="00264C2A">
        <w:rPr>
          <w:rFonts w:ascii="Arial" w:hAnsi="Arial"/>
        </w:rPr>
        <w:t xml:space="preserve">ES           </w:t>
      </w:r>
      <w:r w:rsidR="00DB753E">
        <w:rPr>
          <w:rFonts w:ascii="Arial" w:hAnsi="Arial"/>
        </w:rPr>
        <w:tab/>
      </w:r>
      <w:r w:rsidR="00264C2A">
        <w:rPr>
          <w:rFonts w:ascii="Arial" w:hAnsi="Arial"/>
        </w:rPr>
        <w:t xml:space="preserve">   NO</w:t>
      </w:r>
    </w:p>
    <w:p w14:paraId="1D84826D" w14:textId="100C645D" w:rsidR="001F0486" w:rsidRDefault="001F0486" w:rsidP="001F0486">
      <w:pPr>
        <w:pStyle w:val="Minute"/>
        <w:ind w:left="1440"/>
        <w:jc w:val="left"/>
        <w:rPr>
          <w:rFonts w:ascii="Arial" w:hAnsi="Arial"/>
        </w:rPr>
      </w:pPr>
    </w:p>
    <w:p w14:paraId="6AC2CA93" w14:textId="148589F0" w:rsidR="00264C2A" w:rsidRDefault="007B3E7E" w:rsidP="00264C2A">
      <w:pPr>
        <w:pStyle w:val="Minute"/>
        <w:ind w:left="1440"/>
        <w:jc w:val="left"/>
        <w:rPr>
          <w:rFonts w:ascii="Arial" w:hAnsi="Arial"/>
        </w:rPr>
      </w:pPr>
      <w:r w:rsidRPr="007B3E7E">
        <w:rPr>
          <w:rFonts w:ascii="Arial" w:hAnsi="Arial"/>
        </w:rPr>
        <w:t xml:space="preserve">C. </w:t>
      </w:r>
      <w:r w:rsidR="00264C2A">
        <w:rPr>
          <w:rFonts w:ascii="Arial" w:hAnsi="Arial"/>
        </w:rPr>
        <w:t>MENTAL/PHYSICAL HEALTH AS IT RELATES TO PRIVILEGE REQUESTED</w:t>
      </w:r>
      <w:r w:rsidR="00C17D7E">
        <w:rPr>
          <w:rFonts w:ascii="Arial" w:hAnsi="Arial"/>
        </w:rPr>
        <w:t xml:space="preserve">.     </w:t>
      </w:r>
    </w:p>
    <w:p w14:paraId="7FAA0B9E" w14:textId="5B69D92D" w:rsidR="00264C2A" w:rsidRDefault="00264C2A" w:rsidP="00264C2A">
      <w:pPr>
        <w:pStyle w:val="Minute"/>
        <w:ind w:left="1440"/>
        <w:jc w:val="left"/>
        <w:rPr>
          <w:rFonts w:ascii="Arial" w:hAnsi="Arial"/>
        </w:rPr>
      </w:pPr>
    </w:p>
    <w:p w14:paraId="7F8C5BF2" w14:textId="30D4836D" w:rsidR="007B3E7E" w:rsidRDefault="00264C2A" w:rsidP="00264C2A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2EE2FD" wp14:editId="4504FE7E">
                <wp:simplePos x="0" y="0"/>
                <wp:positionH relativeFrom="column">
                  <wp:posOffset>2181225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0" b="0"/>
                <wp:wrapNone/>
                <wp:docPr id="12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4A9DE2" id="AutoShape 4" o:spid="_x0000_s1026" style="position:absolute;margin-left:171.75pt;margin-top:.5pt;width:12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D2B831" wp14:editId="79EE4B7F">
                <wp:simplePos x="0" y="0"/>
                <wp:positionH relativeFrom="column">
                  <wp:posOffset>1390650</wp:posOffset>
                </wp:positionH>
                <wp:positionV relativeFrom="paragraph">
                  <wp:posOffset>3175</wp:posOffset>
                </wp:positionV>
                <wp:extent cx="152400" cy="152400"/>
                <wp:effectExtent l="0" t="0" r="0" b="0"/>
                <wp:wrapNone/>
                <wp:docPr id="13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DB279" id="AutoShape 4" o:spid="_x0000_s1026" style="position:absolute;margin-left:109.5pt;margin-top:.25pt;width:12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</w:rPr>
        <w:tab/>
      </w:r>
      <w:r w:rsidR="00C17D7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 YES             </w:t>
      </w:r>
      <w:r w:rsidR="00C17D7E">
        <w:rPr>
          <w:rFonts w:ascii="Arial" w:hAnsi="Arial"/>
        </w:rPr>
        <w:t xml:space="preserve">   </w:t>
      </w:r>
      <w:r>
        <w:rPr>
          <w:rFonts w:ascii="Arial" w:hAnsi="Arial"/>
        </w:rPr>
        <w:t>NO</w:t>
      </w:r>
      <w:r w:rsidR="00C17D7E">
        <w:rPr>
          <w:rFonts w:ascii="Arial" w:hAnsi="Arial"/>
        </w:rPr>
        <w:t xml:space="preserve">     </w:t>
      </w:r>
    </w:p>
    <w:p w14:paraId="46B056A3" w14:textId="3CE952E6" w:rsidR="001F0486" w:rsidRPr="007B3E7E" w:rsidRDefault="001F0486" w:rsidP="001F0486">
      <w:pPr>
        <w:pStyle w:val="Minute"/>
        <w:ind w:left="1440"/>
        <w:jc w:val="left"/>
        <w:rPr>
          <w:rFonts w:ascii="Arial" w:hAnsi="Arial"/>
        </w:rPr>
      </w:pPr>
    </w:p>
    <w:p w14:paraId="75F891A4" w14:textId="310EC58A" w:rsidR="00C17D7E" w:rsidRDefault="00EA29E6" w:rsidP="00B82B34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A1F555" wp14:editId="67084F64">
                <wp:simplePos x="0" y="0"/>
                <wp:positionH relativeFrom="column">
                  <wp:posOffset>5362575</wp:posOffset>
                </wp:positionH>
                <wp:positionV relativeFrom="paragraph">
                  <wp:posOffset>149225</wp:posOffset>
                </wp:positionV>
                <wp:extent cx="152400" cy="152400"/>
                <wp:effectExtent l="0" t="0" r="0" b="0"/>
                <wp:wrapNone/>
                <wp:docPr id="19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C61559" id="AutoShape 4" o:spid="_x0000_s1026" style="position:absolute;margin-left:422.25pt;margin-top:11.75pt;width:12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DA9715" wp14:editId="6CAABEDA">
                <wp:simplePos x="0" y="0"/>
                <wp:positionH relativeFrom="column">
                  <wp:posOffset>4591050</wp:posOffset>
                </wp:positionH>
                <wp:positionV relativeFrom="paragraph">
                  <wp:posOffset>140970</wp:posOffset>
                </wp:positionV>
                <wp:extent cx="152400" cy="152400"/>
                <wp:effectExtent l="0" t="0" r="0" b="0"/>
                <wp:wrapNone/>
                <wp:docPr id="15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7FF03" id="AutoShape 4" o:spid="_x0000_s1026" style="position:absolute;margin-left:361.5pt;margin-top:11.1pt;width:12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">
                <v:path arrowok="t"/>
                <o:lock v:ext="edit" aspectratio="t"/>
              </v:roundrect>
            </w:pict>
          </mc:Fallback>
        </mc:AlternateContent>
      </w:r>
      <w:r w:rsidR="00264C2A">
        <w:rPr>
          <w:rFonts w:ascii="Arial" w:hAnsi="Arial"/>
        </w:rPr>
        <w:t>WERE THE</w:t>
      </w:r>
      <w:r>
        <w:rPr>
          <w:rFonts w:ascii="Arial" w:hAnsi="Arial"/>
        </w:rPr>
        <w:t xml:space="preserve"> APPLICANT’S PRIVILEGES EVER VOLUNTARILY OR INVOLUNTARILY REDUCED, SUSPENDED, TERMINATED OR RESTRICTED IN ANY WAY?</w:t>
      </w:r>
      <w:r w:rsidR="007B3E7E" w:rsidRPr="007B3E7E">
        <w:rPr>
          <w:rFonts w:ascii="Arial" w:hAnsi="Arial"/>
        </w:rPr>
        <w:t xml:space="preserve"> </w:t>
      </w:r>
      <w:r w:rsidR="00C17D7E">
        <w:rPr>
          <w:rFonts w:ascii="Arial" w:hAnsi="Arial"/>
        </w:rPr>
        <w:t xml:space="preserve">         </w:t>
      </w:r>
      <w:r w:rsidR="00264C2A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           </w:t>
      </w:r>
      <w:r w:rsidR="00C17D7E">
        <w:rPr>
          <w:rFonts w:ascii="Arial" w:hAnsi="Arial"/>
        </w:rPr>
        <w:t>Y</w:t>
      </w:r>
      <w:r w:rsidR="00264C2A">
        <w:rPr>
          <w:rFonts w:ascii="Arial" w:hAnsi="Arial"/>
        </w:rPr>
        <w:t>ES</w:t>
      </w:r>
      <w:r w:rsidR="00E31990">
        <w:rPr>
          <w:rFonts w:ascii="Arial" w:hAnsi="Arial"/>
        </w:rPr>
        <w:tab/>
      </w:r>
      <w:r w:rsidR="00264C2A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</w:t>
      </w:r>
      <w:r w:rsidR="00E31990">
        <w:rPr>
          <w:rFonts w:ascii="Arial" w:hAnsi="Arial"/>
        </w:rPr>
        <w:t>N</w:t>
      </w:r>
      <w:r w:rsidR="00264C2A">
        <w:rPr>
          <w:rFonts w:ascii="Arial" w:hAnsi="Arial"/>
        </w:rPr>
        <w:t>O</w:t>
      </w:r>
    </w:p>
    <w:p w14:paraId="489F26AE" w14:textId="677841A5" w:rsidR="00B82B34" w:rsidRDefault="00B82B34" w:rsidP="00B82B34">
      <w:pPr>
        <w:pStyle w:val="Minute"/>
        <w:ind w:left="360"/>
        <w:jc w:val="left"/>
        <w:rPr>
          <w:rFonts w:ascii="Arial" w:hAnsi="Arial"/>
        </w:rPr>
      </w:pPr>
    </w:p>
    <w:p w14:paraId="1C9BBAE7" w14:textId="6CD65C3C" w:rsidR="007B3E7E" w:rsidRPr="00B82B34" w:rsidRDefault="00EA29E6" w:rsidP="00B82B34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812A59" wp14:editId="382525EB">
                <wp:simplePos x="0" y="0"/>
                <wp:positionH relativeFrom="column">
                  <wp:posOffset>4591050</wp:posOffset>
                </wp:positionH>
                <wp:positionV relativeFrom="paragraph">
                  <wp:posOffset>12700</wp:posOffset>
                </wp:positionV>
                <wp:extent cx="152400" cy="152400"/>
                <wp:effectExtent l="0" t="0" r="0" b="0"/>
                <wp:wrapNone/>
                <wp:docPr id="1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AF455E" id="AutoShape 4" o:spid="_x0000_s1026" style="position:absolute;margin-left:361.5pt;margin-top:1pt;width:12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60445B" wp14:editId="7C71E306">
                <wp:simplePos x="0" y="0"/>
                <wp:positionH relativeFrom="column">
                  <wp:posOffset>5362575</wp:posOffset>
                </wp:positionH>
                <wp:positionV relativeFrom="paragraph">
                  <wp:posOffset>6350</wp:posOffset>
                </wp:positionV>
                <wp:extent cx="152400" cy="152400"/>
                <wp:effectExtent l="0" t="0" r="0" b="0"/>
                <wp:wrapNone/>
                <wp:docPr id="17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EA04CE" id="AutoShape 4" o:spid="_x0000_s1026" style="position:absolute;margin-left:422.25pt;margin-top:.5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">
                <v:path arrowok="t"/>
                <o:lock v:ext="edit" aspectratio="t"/>
              </v:roundrect>
            </w:pict>
          </mc:Fallback>
        </mc:AlternateContent>
      </w:r>
      <w:r>
        <w:rPr>
          <w:rFonts w:ascii="Arial" w:hAnsi="Arial"/>
        </w:rPr>
        <w:t>DID THE APPLICANT RESIGN IN LIEU OF DISCILPINARY ACTION</w:t>
      </w:r>
      <w:r w:rsidR="007B3E7E" w:rsidRPr="00B82B34">
        <w:rPr>
          <w:rFonts w:ascii="Arial" w:hAnsi="Arial"/>
        </w:rPr>
        <w:t xml:space="preserve">? </w:t>
      </w:r>
      <w:r w:rsidR="00E31990">
        <w:rPr>
          <w:rFonts w:ascii="Arial" w:hAnsi="Arial"/>
        </w:rPr>
        <w:t xml:space="preserve">  </w:t>
      </w:r>
      <w:r w:rsidR="00264C2A"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         </w:t>
      </w:r>
      <w:r w:rsidR="00264C2A">
        <w:rPr>
          <w:rFonts w:ascii="Arial" w:hAnsi="Arial"/>
        </w:rPr>
        <w:t xml:space="preserve"> </w:t>
      </w:r>
      <w:r w:rsidR="00E31990">
        <w:rPr>
          <w:rFonts w:ascii="Arial" w:hAnsi="Arial"/>
        </w:rPr>
        <w:t>Y</w:t>
      </w:r>
      <w:r w:rsidR="00264C2A">
        <w:rPr>
          <w:rFonts w:ascii="Arial" w:hAnsi="Arial"/>
        </w:rPr>
        <w:t xml:space="preserve">ES           </w:t>
      </w:r>
      <w:r>
        <w:rPr>
          <w:rFonts w:ascii="Arial" w:hAnsi="Arial"/>
        </w:rPr>
        <w:t xml:space="preserve">    </w:t>
      </w:r>
      <w:r w:rsidR="00264C2A">
        <w:rPr>
          <w:rFonts w:ascii="Arial" w:hAnsi="Arial"/>
        </w:rPr>
        <w:t>NO</w:t>
      </w:r>
    </w:p>
    <w:p w14:paraId="1D5DF3A8" w14:textId="77777777" w:rsidR="00B728D3" w:rsidRDefault="00B728D3" w:rsidP="00B728D3">
      <w:pPr>
        <w:pStyle w:val="Minute"/>
        <w:jc w:val="left"/>
        <w:rPr>
          <w:rFonts w:ascii="Arial" w:hAnsi="Arial"/>
        </w:rPr>
      </w:pPr>
    </w:p>
    <w:p w14:paraId="38592F4D" w14:textId="77777777" w:rsidR="00B82B34" w:rsidRDefault="00B82B34" w:rsidP="00B728D3">
      <w:pPr>
        <w:pStyle w:val="Minute"/>
        <w:jc w:val="left"/>
        <w:rPr>
          <w:rFonts w:ascii="Arial" w:hAnsi="Arial"/>
        </w:rPr>
      </w:pPr>
    </w:p>
    <w:p w14:paraId="15EF263B" w14:textId="189C6D1E" w:rsidR="007B3E7E" w:rsidRDefault="00EA29E6" w:rsidP="00676D76">
      <w:pPr>
        <w:pStyle w:val="Minute"/>
        <w:numPr>
          <w:ilvl w:val="0"/>
          <w:numId w:val="7"/>
        </w:numPr>
        <w:jc w:val="left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lastRenderedPageBreak/>
        <w:t>TO YOUR KNOWLEDGE HOW DOES HE/SHE GET ALONG WITH</w:t>
      </w:r>
      <w:r w:rsidR="00503911">
        <w:rPr>
          <w:rFonts w:ascii="Arial" w:hAnsi="Arial"/>
        </w:rPr>
        <w:t>:</w:t>
      </w:r>
    </w:p>
    <w:p w14:paraId="6F175C7E" w14:textId="77777777" w:rsidR="00BB3F03" w:rsidRDefault="00BB3F03" w:rsidP="00C45FEA">
      <w:pPr>
        <w:pStyle w:val="Minute"/>
        <w:ind w:left="1440"/>
        <w:jc w:val="left"/>
        <w:rPr>
          <w:rFonts w:ascii="Arial" w:hAnsi="Arial"/>
        </w:rPr>
      </w:pPr>
    </w:p>
    <w:p w14:paraId="129A5C36" w14:textId="0F4F5054" w:rsidR="00C847B8" w:rsidRDefault="00EA29E6" w:rsidP="00C45FEA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</w:rPr>
        <w:t>NURSING STAFF</w:t>
      </w:r>
      <w:r w:rsidR="00C45FEA">
        <w:rPr>
          <w:rFonts w:ascii="Arial" w:hAnsi="Arial"/>
        </w:rPr>
        <w:t>:</w:t>
      </w:r>
      <w:r w:rsidR="00F55263">
        <w:rPr>
          <w:rFonts w:ascii="Arial" w:hAnsi="Arial"/>
        </w:rPr>
        <w:t xml:space="preserve">  ______________________________________________________________________________________________________________________________________________</w:t>
      </w:r>
    </w:p>
    <w:p w14:paraId="20DD47EA" w14:textId="77777777" w:rsidR="00264C2A" w:rsidRDefault="00264C2A" w:rsidP="000E341A">
      <w:pPr>
        <w:pStyle w:val="Minute"/>
        <w:ind w:left="1440"/>
        <w:jc w:val="left"/>
        <w:rPr>
          <w:rFonts w:ascii="Arial" w:hAnsi="Arial"/>
        </w:rPr>
      </w:pPr>
    </w:p>
    <w:p w14:paraId="46D02EA0" w14:textId="1B23D00D" w:rsidR="002D5E47" w:rsidRDefault="00EA29E6" w:rsidP="000E341A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</w:rPr>
        <w:t>ANCILLARY STAFF</w:t>
      </w:r>
      <w:r w:rsidR="00C45FEA">
        <w:rPr>
          <w:rFonts w:ascii="Arial" w:hAnsi="Arial"/>
        </w:rPr>
        <w:t>:</w:t>
      </w:r>
      <w:r w:rsidR="00F55263">
        <w:rPr>
          <w:rFonts w:ascii="Arial" w:hAnsi="Arial"/>
        </w:rPr>
        <w:t xml:space="preserve"> ______________________________________________________________________________________________________________________________________________</w:t>
      </w:r>
    </w:p>
    <w:p w14:paraId="370F95D7" w14:textId="77777777" w:rsidR="00264C2A" w:rsidRDefault="00264C2A" w:rsidP="000E341A">
      <w:pPr>
        <w:pStyle w:val="Minute"/>
        <w:ind w:left="1440"/>
        <w:jc w:val="left"/>
        <w:rPr>
          <w:rFonts w:ascii="Arial" w:hAnsi="Arial"/>
        </w:rPr>
      </w:pPr>
    </w:p>
    <w:p w14:paraId="3B999401" w14:textId="1CB102CB" w:rsidR="009C101D" w:rsidRDefault="00EA29E6" w:rsidP="000E341A">
      <w:pPr>
        <w:pStyle w:val="Minute"/>
        <w:ind w:left="1440"/>
        <w:jc w:val="left"/>
        <w:rPr>
          <w:rFonts w:ascii="Arial" w:hAnsi="Arial"/>
        </w:rPr>
      </w:pPr>
      <w:r>
        <w:rPr>
          <w:rFonts w:ascii="Arial" w:hAnsi="Arial"/>
        </w:rPr>
        <w:t>MEDICAL STAFF</w:t>
      </w:r>
      <w:r w:rsidR="00C45FEA">
        <w:rPr>
          <w:rFonts w:ascii="Arial" w:hAnsi="Arial"/>
        </w:rPr>
        <w:t>:</w:t>
      </w:r>
      <w:r w:rsidR="00F55263">
        <w:rPr>
          <w:rFonts w:ascii="Arial" w:hAnsi="Arial"/>
        </w:rPr>
        <w:t xml:space="preserve"> ______________________________________________________________________________________________________________________________________________</w:t>
      </w:r>
    </w:p>
    <w:p w14:paraId="0DCFC913" w14:textId="77777777" w:rsidR="002D5E47" w:rsidRDefault="002D5E47" w:rsidP="002D5E47">
      <w:pPr>
        <w:pStyle w:val="Minute"/>
        <w:jc w:val="left"/>
        <w:rPr>
          <w:rFonts w:ascii="Arial" w:hAnsi="Arial"/>
        </w:rPr>
      </w:pPr>
      <w:r>
        <w:rPr>
          <w:rFonts w:ascii="Arial" w:hAnsi="Arial"/>
        </w:rPr>
        <w:t xml:space="preserve">                     </w:t>
      </w:r>
    </w:p>
    <w:p w14:paraId="7761A827" w14:textId="77777777" w:rsidR="0045317F" w:rsidRDefault="0045317F" w:rsidP="0045317F">
      <w:pPr>
        <w:pStyle w:val="Minute"/>
        <w:jc w:val="left"/>
        <w:rPr>
          <w:rFonts w:ascii="Arial" w:hAnsi="Arial"/>
        </w:rPr>
      </w:pPr>
    </w:p>
    <w:p w14:paraId="787CE098" w14:textId="5F7C727A" w:rsidR="0045317F" w:rsidRDefault="00EA29E6" w:rsidP="0045317F">
      <w:pPr>
        <w:pStyle w:val="Minute"/>
        <w:jc w:val="left"/>
        <w:rPr>
          <w:rFonts w:ascii="Arial" w:hAnsi="Arial"/>
        </w:rPr>
      </w:pPr>
      <w:r>
        <w:rPr>
          <w:rFonts w:ascii="Arial" w:hAnsi="Arial"/>
        </w:rPr>
        <w:t>PLEASE ELABORATE FURTHER ON UNFAVORABLE RESPONSES MADE IN ITEMS 2-6</w:t>
      </w:r>
      <w:r w:rsidR="007808C5">
        <w:rPr>
          <w:rFonts w:ascii="Arial" w:hAnsi="Arial"/>
        </w:rPr>
        <w:t>.</w:t>
      </w:r>
    </w:p>
    <w:p w14:paraId="69C10DF1" w14:textId="77777777" w:rsidR="009C101D" w:rsidRDefault="009C101D" w:rsidP="007B3E7E">
      <w:pPr>
        <w:pStyle w:val="Minute"/>
        <w:rPr>
          <w:rFonts w:ascii="Arial" w:hAnsi="Arial"/>
        </w:rPr>
      </w:pPr>
    </w:p>
    <w:p w14:paraId="2E40D7F4" w14:textId="77777777" w:rsidR="008A433A" w:rsidRDefault="008A433A" w:rsidP="0045317F">
      <w:pPr>
        <w:pStyle w:val="Minute"/>
        <w:jc w:val="left"/>
        <w:rPr>
          <w:rFonts w:ascii="Arial" w:hAnsi="Arial"/>
        </w:rPr>
      </w:pPr>
      <w:r w:rsidRPr="008A433A">
        <w:rPr>
          <w:rFonts w:ascii="Arial" w:hAnsi="Arial"/>
        </w:rPr>
        <w:t>____________________________________________________________________________________</w:t>
      </w:r>
      <w:r w:rsidRPr="008A433A">
        <w:rPr>
          <w:rFonts w:ascii="Arial" w:hAnsi="Arial"/>
        </w:rPr>
        <w:cr/>
        <w:t>________________________________________________________________________________________________________________________________________________________________________</w:t>
      </w:r>
      <w:r w:rsidRPr="008A433A">
        <w:rPr>
          <w:rFonts w:ascii="Arial" w:hAnsi="Arial"/>
        </w:rPr>
        <w:cr/>
        <w:t>____________________________________________________________________________________</w:t>
      </w:r>
      <w:r w:rsidRPr="008A433A">
        <w:rPr>
          <w:rFonts w:ascii="Arial" w:hAnsi="Arial"/>
        </w:rPr>
        <w:cr/>
      </w:r>
    </w:p>
    <w:p w14:paraId="08A979B8" w14:textId="77777777" w:rsidR="008A433A" w:rsidRDefault="008A433A" w:rsidP="00D600B1">
      <w:pPr>
        <w:pStyle w:val="Minute"/>
        <w:jc w:val="left"/>
        <w:rPr>
          <w:rFonts w:ascii="Arial" w:hAnsi="Arial"/>
        </w:rPr>
      </w:pPr>
    </w:p>
    <w:p w14:paraId="68AF45A8" w14:textId="2ACAC1A4" w:rsidR="00D600B1" w:rsidRDefault="00EA29E6" w:rsidP="00D600B1">
      <w:pPr>
        <w:pStyle w:val="Minute"/>
        <w:jc w:val="left"/>
        <w:rPr>
          <w:rFonts w:ascii="Arial" w:hAnsi="Arial"/>
        </w:rPr>
      </w:pPr>
      <w:r>
        <w:rPr>
          <w:rFonts w:ascii="Arial" w:hAnsi="Arial"/>
        </w:rPr>
        <w:t>IS THERE ANYTHING ELSE WE NEED TO KNOW ABOUT THIS PROVIDER</w:t>
      </w:r>
      <w:proofErr w:type="gramStart"/>
      <w:r>
        <w:rPr>
          <w:rFonts w:ascii="Arial" w:hAnsi="Arial"/>
        </w:rPr>
        <w:t xml:space="preserve">?  </w:t>
      </w:r>
      <w:proofErr w:type="gramEnd"/>
      <w:r>
        <w:rPr>
          <w:rFonts w:ascii="Arial" w:hAnsi="Arial"/>
        </w:rPr>
        <w:t>USE BACK OF PAGE, IF NECESSARY</w:t>
      </w:r>
      <w:r w:rsidR="007B3E7E" w:rsidRPr="007B3E7E">
        <w:rPr>
          <w:rFonts w:ascii="Arial" w:hAnsi="Arial"/>
        </w:rPr>
        <w:t>.</w:t>
      </w:r>
    </w:p>
    <w:p w14:paraId="2710389E" w14:textId="77777777" w:rsidR="006B217E" w:rsidRDefault="006B217E" w:rsidP="00D600B1">
      <w:pPr>
        <w:pStyle w:val="Minute"/>
        <w:jc w:val="left"/>
        <w:rPr>
          <w:rFonts w:ascii="Arial" w:hAnsi="Arial"/>
        </w:rPr>
      </w:pPr>
    </w:p>
    <w:p w14:paraId="3458BF2B" w14:textId="77777777" w:rsidR="0040118E" w:rsidRDefault="0040118E" w:rsidP="00D600B1">
      <w:pPr>
        <w:pStyle w:val="Minute"/>
        <w:pBdr>
          <w:top w:val="single" w:sz="6" w:space="1" w:color="auto"/>
          <w:bottom w:val="single" w:sz="6" w:space="1" w:color="auto"/>
        </w:pBdr>
        <w:jc w:val="left"/>
        <w:rPr>
          <w:rFonts w:ascii="Arial" w:hAnsi="Arial"/>
        </w:rPr>
      </w:pPr>
    </w:p>
    <w:p w14:paraId="4BAAB02F" w14:textId="77777777" w:rsidR="0040118E" w:rsidRDefault="0040118E" w:rsidP="00D600B1">
      <w:pPr>
        <w:pStyle w:val="Minute"/>
        <w:pBdr>
          <w:bottom w:val="single" w:sz="6" w:space="1" w:color="auto"/>
          <w:between w:val="single" w:sz="6" w:space="1" w:color="auto"/>
        </w:pBdr>
        <w:jc w:val="left"/>
        <w:rPr>
          <w:rFonts w:ascii="Arial" w:hAnsi="Arial"/>
        </w:rPr>
      </w:pPr>
    </w:p>
    <w:p w14:paraId="6E35D390" w14:textId="77777777" w:rsidR="00351C1F" w:rsidRDefault="00351C1F" w:rsidP="00D600B1">
      <w:pPr>
        <w:pStyle w:val="Minute"/>
        <w:jc w:val="left"/>
        <w:rPr>
          <w:rFonts w:ascii="Arial" w:hAnsi="Arial"/>
        </w:rPr>
      </w:pPr>
    </w:p>
    <w:p w14:paraId="22022902" w14:textId="77777777" w:rsidR="00351C1F" w:rsidRDefault="00351C1F" w:rsidP="00D600B1">
      <w:pPr>
        <w:pStyle w:val="Minute"/>
        <w:jc w:val="left"/>
        <w:rPr>
          <w:rFonts w:ascii="Arial" w:hAnsi="Arial"/>
        </w:rPr>
      </w:pPr>
    </w:p>
    <w:p w14:paraId="45119085" w14:textId="77777777" w:rsidR="00343BC4" w:rsidRDefault="00343BC4" w:rsidP="00D600B1">
      <w:pPr>
        <w:pStyle w:val="Minute"/>
        <w:jc w:val="left"/>
        <w:rPr>
          <w:rFonts w:ascii="Arial" w:hAnsi="Arial"/>
        </w:rPr>
      </w:pPr>
    </w:p>
    <w:p w14:paraId="4DE22318" w14:textId="77777777" w:rsidR="00D600B1" w:rsidRDefault="00D600B1" w:rsidP="00D600B1">
      <w:pPr>
        <w:pStyle w:val="Minute"/>
        <w:jc w:val="left"/>
        <w:rPr>
          <w:rFonts w:ascii="Arial" w:hAnsi="Arial"/>
        </w:rPr>
      </w:pPr>
    </w:p>
    <w:p w14:paraId="77693552" w14:textId="77777777" w:rsidR="008502F0" w:rsidRDefault="008502F0" w:rsidP="008502F0">
      <w:pPr>
        <w:pStyle w:val="ListParagrap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  <w:gridCol w:w="4457"/>
      </w:tblGrid>
      <w:tr w:rsidR="0016361A" w:rsidRPr="001715C6" w14:paraId="1C71CAE8" w14:textId="77777777" w:rsidTr="001715C6">
        <w:tc>
          <w:tcPr>
            <w:tcW w:w="5016" w:type="dxa"/>
            <w:shd w:val="clear" w:color="auto" w:fill="auto"/>
          </w:tcPr>
          <w:p w14:paraId="1A2F7052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Signature of Chief Medical Staff or Designee</w:t>
            </w:r>
          </w:p>
          <w:p w14:paraId="28F4B210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4E5FD319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560" w:type="dxa"/>
            <w:shd w:val="clear" w:color="auto" w:fill="auto"/>
          </w:tcPr>
          <w:p w14:paraId="4D324444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Print Name</w:t>
            </w:r>
          </w:p>
        </w:tc>
      </w:tr>
      <w:tr w:rsidR="0016361A" w:rsidRPr="001715C6" w14:paraId="01659B11" w14:textId="77777777" w:rsidTr="001715C6">
        <w:tc>
          <w:tcPr>
            <w:tcW w:w="9576" w:type="dxa"/>
            <w:gridSpan w:val="2"/>
            <w:shd w:val="clear" w:color="auto" w:fill="auto"/>
          </w:tcPr>
          <w:p w14:paraId="5481F6D4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Position</w:t>
            </w:r>
          </w:p>
          <w:p w14:paraId="18E706F9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72033DC5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 w:rsidR="0016361A" w:rsidRPr="001715C6" w14:paraId="61EB7F03" w14:textId="77777777" w:rsidTr="001715C6">
        <w:trPr>
          <w:trHeight w:val="575"/>
        </w:trPr>
        <w:tc>
          <w:tcPr>
            <w:tcW w:w="5016" w:type="dxa"/>
            <w:shd w:val="clear" w:color="auto" w:fill="auto"/>
          </w:tcPr>
          <w:p w14:paraId="31FA8F41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Hospital Name</w:t>
            </w:r>
          </w:p>
        </w:tc>
        <w:tc>
          <w:tcPr>
            <w:tcW w:w="4560" w:type="dxa"/>
            <w:shd w:val="clear" w:color="auto" w:fill="auto"/>
          </w:tcPr>
          <w:p w14:paraId="74566D4E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Hospital Contact Number/Fax Number</w:t>
            </w:r>
          </w:p>
          <w:p w14:paraId="32AC339F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13453ABF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 w:rsidR="0016361A" w:rsidRPr="001715C6" w14:paraId="127C2DE8" w14:textId="77777777" w:rsidTr="001715C6">
        <w:tc>
          <w:tcPr>
            <w:tcW w:w="9576" w:type="dxa"/>
            <w:gridSpan w:val="2"/>
            <w:shd w:val="clear" w:color="auto" w:fill="auto"/>
          </w:tcPr>
          <w:p w14:paraId="227476D3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  <w:r w:rsidRPr="001715C6">
              <w:rPr>
                <w:rFonts w:ascii="Arial" w:hAnsi="Arial"/>
                <w:sz w:val="18"/>
                <w:szCs w:val="18"/>
              </w:rPr>
              <w:t>Date</w:t>
            </w:r>
          </w:p>
          <w:p w14:paraId="68FF433C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  <w:p w14:paraId="23C332AF" w14:textId="77777777" w:rsidR="0016361A" w:rsidRPr="001715C6" w:rsidRDefault="0016361A" w:rsidP="001715C6">
            <w:pPr>
              <w:pStyle w:val="Minute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40F9D7F3" w14:textId="77777777" w:rsidR="008502F0" w:rsidRDefault="008502F0" w:rsidP="008502F0">
      <w:pPr>
        <w:pStyle w:val="Minute"/>
        <w:jc w:val="left"/>
        <w:rPr>
          <w:rFonts w:ascii="Arial" w:hAnsi="Arial"/>
        </w:rPr>
      </w:pPr>
    </w:p>
    <w:p w14:paraId="4BDE67BC" w14:textId="77777777" w:rsidR="00B4682C" w:rsidRPr="0067577E" w:rsidRDefault="00B4682C" w:rsidP="0067577E">
      <w:pPr>
        <w:pStyle w:val="Minute"/>
        <w:jc w:val="left"/>
        <w:rPr>
          <w:rFonts w:ascii="Arial" w:hAnsi="Arial"/>
        </w:rPr>
      </w:pPr>
    </w:p>
    <w:sectPr w:rsidR="00B4682C" w:rsidRPr="0067577E" w:rsidSect="00FA7873">
      <w:footerReference w:type="default" r:id="rId9"/>
      <w:type w:val="continuous"/>
      <w:pgSz w:w="12240" w:h="15840" w:code="1"/>
      <w:pgMar w:top="1008" w:right="1440" w:bottom="1008" w:left="1440" w:header="14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396D7" w14:textId="77777777" w:rsidR="00D1223D" w:rsidRDefault="00D1223D">
      <w:r>
        <w:separator/>
      </w:r>
    </w:p>
  </w:endnote>
  <w:endnote w:type="continuationSeparator" w:id="0">
    <w:p w14:paraId="259565C2" w14:textId="77777777" w:rsidR="00D1223D" w:rsidRDefault="00D1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ld English Text MT">
    <w:altName w:val="Brush Script MT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3EC09" w14:textId="77777777" w:rsidR="00667C94" w:rsidRDefault="00667C94">
    <w:pPr>
      <w:pStyle w:val="Footer"/>
      <w:pBdr>
        <w:bottom w:val="double" w:sz="6" w:space="1" w:color="auto"/>
      </w:pBdr>
      <w:jc w:val="center"/>
      <w:rPr>
        <w:sz w:val="16"/>
      </w:rPr>
    </w:pPr>
  </w:p>
  <w:p w14:paraId="74931A7D" w14:textId="77777777" w:rsidR="00667C94" w:rsidRDefault="00667C94">
    <w:pPr>
      <w:pStyle w:val="Footer"/>
      <w:jc w:val="center"/>
      <w:rPr>
        <w:rFonts w:ascii="Arial" w:hAnsi="Arial"/>
        <w:sz w:val="16"/>
      </w:rPr>
    </w:pPr>
  </w:p>
  <w:p w14:paraId="4A6C2C1D" w14:textId="77777777" w:rsidR="00667C94" w:rsidRDefault="00667C94">
    <w:pPr>
      <w:pStyle w:val="Footer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P.O. Box 500409 CK, Saipan, MP   96950</w:t>
    </w:r>
  </w:p>
  <w:p w14:paraId="32E5345F" w14:textId="77777777" w:rsidR="00667C94" w:rsidRDefault="00C108DD">
    <w:pPr>
      <w:pStyle w:val="Footer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>Telephone:</w:t>
    </w:r>
    <w:r w:rsidR="00531C64">
      <w:rPr>
        <w:rFonts w:ascii="Arial" w:hAnsi="Arial"/>
        <w:sz w:val="20"/>
      </w:rPr>
      <w:t xml:space="preserve"> (670) 236-82</w:t>
    </w:r>
    <w:r w:rsidR="0016361A">
      <w:rPr>
        <w:rFonts w:ascii="Arial" w:hAnsi="Arial"/>
        <w:sz w:val="20"/>
      </w:rPr>
      <w:t xml:space="preserve">10   </w:t>
    </w:r>
    <w:r w:rsidR="00531C64">
      <w:rPr>
        <w:rFonts w:ascii="Arial" w:hAnsi="Arial"/>
        <w:sz w:val="20"/>
      </w:rPr>
      <w:t>FAX: (670) 233</w:t>
    </w:r>
    <w:r>
      <w:rPr>
        <w:rFonts w:ascii="Arial" w:hAnsi="Arial"/>
        <w:sz w:val="20"/>
      </w:rPr>
      <w:t>-87</w:t>
    </w:r>
    <w:r w:rsidR="00667C94">
      <w:rPr>
        <w:rFonts w:ascii="Arial" w:hAnsi="Arial"/>
        <w:sz w:val="20"/>
      </w:rPr>
      <w:t>56</w:t>
    </w:r>
  </w:p>
  <w:p w14:paraId="1E16E034" w14:textId="77777777" w:rsidR="00667C94" w:rsidRDefault="00D1223D" w:rsidP="0016361A">
    <w:pPr>
      <w:pStyle w:val="Footer"/>
      <w:rPr>
        <w:rFonts w:ascii="Arial" w:hAnsi="Arial"/>
        <w:sz w:val="20"/>
      </w:rPr>
    </w:pPr>
    <w:hyperlink r:id="rId1" w:history="1"/>
    <w:r w:rsidR="00667C94">
      <w:rPr>
        <w:rFonts w:ascii="Arial" w:hAnsi="Arial"/>
        <w:sz w:val="20"/>
      </w:rPr>
      <w:t xml:space="preserve"> </w:t>
    </w:r>
  </w:p>
  <w:p w14:paraId="6EA3ED80" w14:textId="77777777" w:rsidR="00667C94" w:rsidRDefault="00667C94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A5539" w14:textId="77777777" w:rsidR="00D1223D" w:rsidRDefault="00D1223D">
      <w:r>
        <w:separator/>
      </w:r>
    </w:p>
  </w:footnote>
  <w:footnote w:type="continuationSeparator" w:id="0">
    <w:p w14:paraId="2F17B0E0" w14:textId="77777777" w:rsidR="00D1223D" w:rsidRDefault="00D12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87A5C"/>
    <w:multiLevelType w:val="hybridMultilevel"/>
    <w:tmpl w:val="E7288666"/>
    <w:lvl w:ilvl="0" w:tplc="FFFFFFF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61D07"/>
    <w:multiLevelType w:val="hybridMultilevel"/>
    <w:tmpl w:val="415CB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E45BC"/>
    <w:multiLevelType w:val="hybridMultilevel"/>
    <w:tmpl w:val="10A85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9391C"/>
    <w:multiLevelType w:val="hybridMultilevel"/>
    <w:tmpl w:val="BD9A4C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077DF"/>
    <w:multiLevelType w:val="multilevel"/>
    <w:tmpl w:val="0250F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2A56E5"/>
    <w:multiLevelType w:val="hybridMultilevel"/>
    <w:tmpl w:val="A7D29D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B47D6"/>
    <w:multiLevelType w:val="hybridMultilevel"/>
    <w:tmpl w:val="5B1E1834"/>
    <w:lvl w:ilvl="0" w:tplc="A574CD4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C3BBE"/>
    <w:multiLevelType w:val="hybridMultilevel"/>
    <w:tmpl w:val="B12800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E44202"/>
    <w:multiLevelType w:val="hybridMultilevel"/>
    <w:tmpl w:val="2DFA4D5E"/>
    <w:lvl w:ilvl="0" w:tplc="FFFFFFF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01"/>
    <w:rsid w:val="0000031F"/>
    <w:rsid w:val="0001657B"/>
    <w:rsid w:val="00027487"/>
    <w:rsid w:val="0003097F"/>
    <w:rsid w:val="00033479"/>
    <w:rsid w:val="000339EA"/>
    <w:rsid w:val="0004464A"/>
    <w:rsid w:val="00046CC4"/>
    <w:rsid w:val="00081290"/>
    <w:rsid w:val="00091CAF"/>
    <w:rsid w:val="000D1F03"/>
    <w:rsid w:val="000E341A"/>
    <w:rsid w:val="000F5D8B"/>
    <w:rsid w:val="0013310F"/>
    <w:rsid w:val="00137471"/>
    <w:rsid w:val="00137B8E"/>
    <w:rsid w:val="00137C68"/>
    <w:rsid w:val="00142D9A"/>
    <w:rsid w:val="00144A08"/>
    <w:rsid w:val="00145C06"/>
    <w:rsid w:val="0016361A"/>
    <w:rsid w:val="00165B06"/>
    <w:rsid w:val="00165EAD"/>
    <w:rsid w:val="001715C6"/>
    <w:rsid w:val="00173732"/>
    <w:rsid w:val="001801FD"/>
    <w:rsid w:val="00187033"/>
    <w:rsid w:val="001A1712"/>
    <w:rsid w:val="001C3CBC"/>
    <w:rsid w:val="001C4671"/>
    <w:rsid w:val="001D18DE"/>
    <w:rsid w:val="001E218A"/>
    <w:rsid w:val="001F0486"/>
    <w:rsid w:val="00205719"/>
    <w:rsid w:val="00227380"/>
    <w:rsid w:val="00235B5C"/>
    <w:rsid w:val="00247BD9"/>
    <w:rsid w:val="0025116A"/>
    <w:rsid w:val="002554B4"/>
    <w:rsid w:val="00257C6D"/>
    <w:rsid w:val="00264C2A"/>
    <w:rsid w:val="00270B11"/>
    <w:rsid w:val="002808AD"/>
    <w:rsid w:val="00290136"/>
    <w:rsid w:val="00292154"/>
    <w:rsid w:val="002A0C88"/>
    <w:rsid w:val="002D5E47"/>
    <w:rsid w:val="002E2552"/>
    <w:rsid w:val="003052A6"/>
    <w:rsid w:val="00311A9F"/>
    <w:rsid w:val="00325A92"/>
    <w:rsid w:val="003413AC"/>
    <w:rsid w:val="003424D0"/>
    <w:rsid w:val="00342F5F"/>
    <w:rsid w:val="00343BC4"/>
    <w:rsid w:val="0034640D"/>
    <w:rsid w:val="00351C1F"/>
    <w:rsid w:val="0035313A"/>
    <w:rsid w:val="00354817"/>
    <w:rsid w:val="0036484E"/>
    <w:rsid w:val="00371FCE"/>
    <w:rsid w:val="00380F57"/>
    <w:rsid w:val="00382D01"/>
    <w:rsid w:val="00387A8B"/>
    <w:rsid w:val="0039285C"/>
    <w:rsid w:val="003A3114"/>
    <w:rsid w:val="003A3DD1"/>
    <w:rsid w:val="003B7366"/>
    <w:rsid w:val="003C2723"/>
    <w:rsid w:val="0040118E"/>
    <w:rsid w:val="00404DD6"/>
    <w:rsid w:val="004104FF"/>
    <w:rsid w:val="0042267F"/>
    <w:rsid w:val="0042525C"/>
    <w:rsid w:val="00430392"/>
    <w:rsid w:val="0043089A"/>
    <w:rsid w:val="0045317F"/>
    <w:rsid w:val="00453EF1"/>
    <w:rsid w:val="00460751"/>
    <w:rsid w:val="004701E5"/>
    <w:rsid w:val="00471E99"/>
    <w:rsid w:val="0047497A"/>
    <w:rsid w:val="0047718E"/>
    <w:rsid w:val="004773A6"/>
    <w:rsid w:val="004A4762"/>
    <w:rsid w:val="004A55D9"/>
    <w:rsid w:val="004B5DA0"/>
    <w:rsid w:val="004B7BA5"/>
    <w:rsid w:val="004D67F0"/>
    <w:rsid w:val="004D7E94"/>
    <w:rsid w:val="004E05E6"/>
    <w:rsid w:val="004E50BE"/>
    <w:rsid w:val="004F3304"/>
    <w:rsid w:val="00501C62"/>
    <w:rsid w:val="00503911"/>
    <w:rsid w:val="00516421"/>
    <w:rsid w:val="005220F7"/>
    <w:rsid w:val="00531C64"/>
    <w:rsid w:val="00566686"/>
    <w:rsid w:val="005A1E38"/>
    <w:rsid w:val="005B7E9A"/>
    <w:rsid w:val="005D7473"/>
    <w:rsid w:val="005E2BB3"/>
    <w:rsid w:val="005E603D"/>
    <w:rsid w:val="005F170C"/>
    <w:rsid w:val="005F1E07"/>
    <w:rsid w:val="00604E14"/>
    <w:rsid w:val="00621072"/>
    <w:rsid w:val="00625836"/>
    <w:rsid w:val="00625B3C"/>
    <w:rsid w:val="00631BE1"/>
    <w:rsid w:val="00632D81"/>
    <w:rsid w:val="00635196"/>
    <w:rsid w:val="00650AF1"/>
    <w:rsid w:val="00667C94"/>
    <w:rsid w:val="00671318"/>
    <w:rsid w:val="0067577E"/>
    <w:rsid w:val="00675D1F"/>
    <w:rsid w:val="00675EE6"/>
    <w:rsid w:val="00676D76"/>
    <w:rsid w:val="00684519"/>
    <w:rsid w:val="00687C77"/>
    <w:rsid w:val="00696630"/>
    <w:rsid w:val="006A07CE"/>
    <w:rsid w:val="006A7A94"/>
    <w:rsid w:val="006B1F86"/>
    <w:rsid w:val="006B217E"/>
    <w:rsid w:val="006C7176"/>
    <w:rsid w:val="006D3607"/>
    <w:rsid w:val="00724D01"/>
    <w:rsid w:val="00732BFB"/>
    <w:rsid w:val="00737E29"/>
    <w:rsid w:val="00766AE5"/>
    <w:rsid w:val="0077629A"/>
    <w:rsid w:val="007808C5"/>
    <w:rsid w:val="007825DF"/>
    <w:rsid w:val="007966A1"/>
    <w:rsid w:val="007B3E7E"/>
    <w:rsid w:val="007B7987"/>
    <w:rsid w:val="007E6981"/>
    <w:rsid w:val="007E72AB"/>
    <w:rsid w:val="00803EB5"/>
    <w:rsid w:val="008104B0"/>
    <w:rsid w:val="00820FB3"/>
    <w:rsid w:val="00822559"/>
    <w:rsid w:val="008502F0"/>
    <w:rsid w:val="00852CB2"/>
    <w:rsid w:val="00875CD2"/>
    <w:rsid w:val="00886B6C"/>
    <w:rsid w:val="008A433A"/>
    <w:rsid w:val="008B1694"/>
    <w:rsid w:val="008B6AB1"/>
    <w:rsid w:val="008E7A04"/>
    <w:rsid w:val="008F14F2"/>
    <w:rsid w:val="008F4FB8"/>
    <w:rsid w:val="00911956"/>
    <w:rsid w:val="009122FB"/>
    <w:rsid w:val="00917A17"/>
    <w:rsid w:val="00931F40"/>
    <w:rsid w:val="0093594C"/>
    <w:rsid w:val="0096049B"/>
    <w:rsid w:val="00975949"/>
    <w:rsid w:val="00983DE4"/>
    <w:rsid w:val="00984BBF"/>
    <w:rsid w:val="00997EAE"/>
    <w:rsid w:val="009B3FA6"/>
    <w:rsid w:val="009B5224"/>
    <w:rsid w:val="009C101D"/>
    <w:rsid w:val="009D2E28"/>
    <w:rsid w:val="009E2907"/>
    <w:rsid w:val="00A11472"/>
    <w:rsid w:val="00A30B88"/>
    <w:rsid w:val="00A34B58"/>
    <w:rsid w:val="00A71219"/>
    <w:rsid w:val="00A904C9"/>
    <w:rsid w:val="00AB1222"/>
    <w:rsid w:val="00AC52AA"/>
    <w:rsid w:val="00AC55C3"/>
    <w:rsid w:val="00AD1560"/>
    <w:rsid w:val="00AD57C0"/>
    <w:rsid w:val="00B01B74"/>
    <w:rsid w:val="00B069FD"/>
    <w:rsid w:val="00B11897"/>
    <w:rsid w:val="00B34203"/>
    <w:rsid w:val="00B4682C"/>
    <w:rsid w:val="00B5776E"/>
    <w:rsid w:val="00B57C90"/>
    <w:rsid w:val="00B728D3"/>
    <w:rsid w:val="00B82B34"/>
    <w:rsid w:val="00B85971"/>
    <w:rsid w:val="00B879E7"/>
    <w:rsid w:val="00B9409E"/>
    <w:rsid w:val="00BA3C69"/>
    <w:rsid w:val="00BB3F03"/>
    <w:rsid w:val="00BF4878"/>
    <w:rsid w:val="00BF5767"/>
    <w:rsid w:val="00C004DC"/>
    <w:rsid w:val="00C108DD"/>
    <w:rsid w:val="00C15940"/>
    <w:rsid w:val="00C17D7E"/>
    <w:rsid w:val="00C23BD0"/>
    <w:rsid w:val="00C25F19"/>
    <w:rsid w:val="00C26C73"/>
    <w:rsid w:val="00C27878"/>
    <w:rsid w:val="00C3125D"/>
    <w:rsid w:val="00C41D41"/>
    <w:rsid w:val="00C45FEA"/>
    <w:rsid w:val="00C619D7"/>
    <w:rsid w:val="00C847B8"/>
    <w:rsid w:val="00C85041"/>
    <w:rsid w:val="00CC73FD"/>
    <w:rsid w:val="00CE3CAC"/>
    <w:rsid w:val="00CE642F"/>
    <w:rsid w:val="00CF68D2"/>
    <w:rsid w:val="00D1223D"/>
    <w:rsid w:val="00D1333D"/>
    <w:rsid w:val="00D1342E"/>
    <w:rsid w:val="00D20D46"/>
    <w:rsid w:val="00D30C23"/>
    <w:rsid w:val="00D40AD8"/>
    <w:rsid w:val="00D600B1"/>
    <w:rsid w:val="00D625CC"/>
    <w:rsid w:val="00D70A2D"/>
    <w:rsid w:val="00D76475"/>
    <w:rsid w:val="00D77C44"/>
    <w:rsid w:val="00D80490"/>
    <w:rsid w:val="00D849CC"/>
    <w:rsid w:val="00D94C05"/>
    <w:rsid w:val="00D9528F"/>
    <w:rsid w:val="00DB1CED"/>
    <w:rsid w:val="00DB753E"/>
    <w:rsid w:val="00DC4678"/>
    <w:rsid w:val="00E04C85"/>
    <w:rsid w:val="00E208C2"/>
    <w:rsid w:val="00E2184F"/>
    <w:rsid w:val="00E31990"/>
    <w:rsid w:val="00E60FEC"/>
    <w:rsid w:val="00E6485B"/>
    <w:rsid w:val="00E7750C"/>
    <w:rsid w:val="00EA29E6"/>
    <w:rsid w:val="00EB223E"/>
    <w:rsid w:val="00EB629E"/>
    <w:rsid w:val="00EB6847"/>
    <w:rsid w:val="00EB77E7"/>
    <w:rsid w:val="00EC0A68"/>
    <w:rsid w:val="00ED3261"/>
    <w:rsid w:val="00EE2FA6"/>
    <w:rsid w:val="00EE5036"/>
    <w:rsid w:val="00EE5C40"/>
    <w:rsid w:val="00EE6E0C"/>
    <w:rsid w:val="00F20112"/>
    <w:rsid w:val="00F240FE"/>
    <w:rsid w:val="00F344E1"/>
    <w:rsid w:val="00F3484C"/>
    <w:rsid w:val="00F52D9F"/>
    <w:rsid w:val="00F5308C"/>
    <w:rsid w:val="00F55263"/>
    <w:rsid w:val="00FA3D42"/>
    <w:rsid w:val="00FA3EB0"/>
    <w:rsid w:val="00FA7873"/>
    <w:rsid w:val="00FB0C8E"/>
    <w:rsid w:val="00FB364C"/>
    <w:rsid w:val="00FC5A7B"/>
    <w:rsid w:val="00FD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EF967F"/>
  <w15:docId w15:val="{AFC5CA15-02E2-784B-9897-32D7D538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873"/>
  </w:style>
  <w:style w:type="paragraph" w:styleId="Heading1">
    <w:name w:val="heading 1"/>
    <w:basedOn w:val="Normal"/>
    <w:next w:val="Normal"/>
    <w:qFormat/>
    <w:rsid w:val="00FA7873"/>
    <w:pPr>
      <w:keepNext/>
      <w:jc w:val="center"/>
      <w:outlineLvl w:val="0"/>
    </w:pPr>
    <w:rPr>
      <w:rFonts w:ascii="Arial" w:hAnsi="Arial"/>
      <w:sz w:val="32"/>
    </w:rPr>
  </w:style>
  <w:style w:type="paragraph" w:styleId="Heading2">
    <w:name w:val="heading 2"/>
    <w:basedOn w:val="Normal"/>
    <w:next w:val="Normal"/>
    <w:qFormat/>
    <w:rsid w:val="00FA7873"/>
    <w:pPr>
      <w:keepNext/>
      <w:jc w:val="center"/>
      <w:outlineLvl w:val="1"/>
    </w:pPr>
    <w:rPr>
      <w:rFonts w:ascii="Garamond" w:hAnsi="Garamond"/>
      <w:b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FA7873"/>
    <w:pPr>
      <w:tabs>
        <w:tab w:val="center" w:pos="4320"/>
        <w:tab w:val="right" w:pos="8640"/>
      </w:tabs>
    </w:pPr>
    <w:rPr>
      <w:sz w:val="22"/>
    </w:rPr>
  </w:style>
  <w:style w:type="paragraph" w:styleId="Caption">
    <w:name w:val="caption"/>
    <w:basedOn w:val="Normal"/>
    <w:next w:val="Normal"/>
    <w:qFormat/>
    <w:rsid w:val="00FA7873"/>
    <w:pPr>
      <w:jc w:val="center"/>
    </w:pPr>
    <w:rPr>
      <w:rFonts w:ascii="Old English Text MT" w:hAnsi="Old English Text MT"/>
      <w:b/>
      <w:sz w:val="36"/>
    </w:rPr>
  </w:style>
  <w:style w:type="paragraph" w:customStyle="1" w:styleId="Minute">
    <w:name w:val="Minute"/>
    <w:basedOn w:val="Normal"/>
    <w:rsid w:val="00FA7873"/>
    <w:pPr>
      <w:jc w:val="right"/>
    </w:pPr>
    <w:rPr>
      <w:lang w:val="en-GB"/>
    </w:rPr>
  </w:style>
  <w:style w:type="paragraph" w:styleId="Header">
    <w:name w:val="header"/>
    <w:basedOn w:val="Normal"/>
    <w:semiHidden/>
    <w:rsid w:val="00FA7873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5D74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A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4A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FB8"/>
    <w:pPr>
      <w:ind w:left="720"/>
      <w:contextualSpacing/>
    </w:pPr>
  </w:style>
  <w:style w:type="paragraph" w:customStyle="1" w:styleId="Default">
    <w:name w:val="Default"/>
    <w:rsid w:val="00145C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B7E9A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59"/>
    <w:rsid w:val="00B46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AAAAAA"/>
                    <w:right w:val="none" w:sz="0" w:space="0" w:color="auto"/>
                  </w:divBdr>
                  <w:divsChild>
                    <w:div w:id="8510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10604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3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3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73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08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7803825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138726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sther.muna@dph.gov.m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Dep%20Secretary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Dep Secretary Memo.dot</Template>
  <TotalTime>21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3102</CharactersWithSpaces>
  <SharedDoc>false</SharedDoc>
  <HLinks>
    <vt:vector size="6" baseType="variant">
      <vt:variant>
        <vt:i4>6029439</vt:i4>
      </vt:variant>
      <vt:variant>
        <vt:i4>0</vt:i4>
      </vt:variant>
      <vt:variant>
        <vt:i4>0</vt:i4>
      </vt:variant>
      <vt:variant>
        <vt:i4>5</vt:i4>
      </vt:variant>
      <vt:variant>
        <vt:lpwstr>mailto:esther.muna@dph.gov.mp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Authorized User</dc:creator>
  <cp:keywords/>
  <cp:lastModifiedBy>Krisha Sebangiol</cp:lastModifiedBy>
  <cp:revision>4</cp:revision>
  <cp:lastPrinted>2018-11-19T23:01:00Z</cp:lastPrinted>
  <dcterms:created xsi:type="dcterms:W3CDTF">2018-10-23T05:38:00Z</dcterms:created>
  <dcterms:modified xsi:type="dcterms:W3CDTF">2018-11-19T23:02:00Z</dcterms:modified>
</cp:coreProperties>
</file>